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BCF" w:rsidRPr="005E3947" w:rsidRDefault="00895BCF" w:rsidP="005E3947">
      <w:pPr>
        <w:autoSpaceDE w:val="0"/>
        <w:autoSpaceDN w:val="0"/>
        <w:adjustRightInd w:val="0"/>
        <w:spacing w:line="360" w:lineRule="auto"/>
        <w:ind w:firstLine="680"/>
        <w:jc w:val="right"/>
        <w:rPr>
          <w:b/>
          <w:sz w:val="28"/>
          <w:szCs w:val="28"/>
          <w:lang w:val="kk-KZ"/>
        </w:rPr>
      </w:pPr>
      <w:r w:rsidRPr="005E3947">
        <w:rPr>
          <w:b/>
          <w:noProof/>
          <w:sz w:val="28"/>
          <w:szCs w:val="28"/>
          <w:lang w:val="kk-KZ"/>
        </w:rPr>
        <w:t>Шалкар Оразбаев</w:t>
      </w:r>
    </w:p>
    <w:p w:rsidR="00895BCF" w:rsidRPr="005E3947" w:rsidRDefault="00895BCF" w:rsidP="005E3947">
      <w:pPr>
        <w:spacing w:line="360" w:lineRule="auto"/>
        <w:ind w:firstLine="708"/>
        <w:jc w:val="right"/>
        <w:rPr>
          <w:b/>
          <w:sz w:val="28"/>
          <w:szCs w:val="28"/>
          <w:lang w:val="kk-KZ"/>
        </w:rPr>
      </w:pPr>
      <w:r w:rsidRPr="005E3947">
        <w:rPr>
          <w:b/>
          <w:sz w:val="28"/>
          <w:szCs w:val="28"/>
        </w:rPr>
        <w:t>(Талдыкорган, Казахстан)</w:t>
      </w:r>
    </w:p>
    <w:p w:rsidR="00895BCF" w:rsidRDefault="00895BCF" w:rsidP="005F5FAF">
      <w:pPr>
        <w:autoSpaceDE w:val="0"/>
        <w:autoSpaceDN w:val="0"/>
        <w:adjustRightInd w:val="0"/>
        <w:spacing w:line="360" w:lineRule="auto"/>
        <w:ind w:firstLine="680"/>
        <w:jc w:val="center"/>
        <w:rPr>
          <w:sz w:val="28"/>
          <w:szCs w:val="28"/>
          <w:lang w:val="kk-KZ"/>
        </w:rPr>
      </w:pPr>
    </w:p>
    <w:p w:rsidR="00895BCF" w:rsidRDefault="00895BCF" w:rsidP="005F5FAF">
      <w:pPr>
        <w:autoSpaceDE w:val="0"/>
        <w:autoSpaceDN w:val="0"/>
        <w:adjustRightInd w:val="0"/>
        <w:spacing w:line="360" w:lineRule="auto"/>
        <w:ind w:firstLine="680"/>
        <w:jc w:val="center"/>
        <w:rPr>
          <w:b/>
          <w:noProof/>
          <w:sz w:val="28"/>
          <w:szCs w:val="28"/>
          <w:lang w:val="kk-KZ"/>
        </w:rPr>
      </w:pPr>
      <w:r>
        <w:rPr>
          <w:b/>
          <w:noProof/>
          <w:sz w:val="28"/>
          <w:szCs w:val="28"/>
          <w:lang w:val="kk-KZ"/>
        </w:rPr>
        <w:t>ІЛИЯС ЖАНСҮГІРОВ РЕАЛИСТ АҚЫН.</w:t>
      </w:r>
    </w:p>
    <w:p w:rsidR="00895BCF" w:rsidRDefault="00895BCF" w:rsidP="005F5FAF">
      <w:pPr>
        <w:spacing w:line="360" w:lineRule="auto"/>
        <w:ind w:firstLine="708"/>
        <w:jc w:val="both"/>
        <w:rPr>
          <w:noProof/>
          <w:sz w:val="28"/>
          <w:szCs w:val="28"/>
          <w:lang w:val="kk-KZ"/>
        </w:rPr>
      </w:pPr>
    </w:p>
    <w:p w:rsidR="00895BCF" w:rsidRPr="00801703" w:rsidRDefault="00895BCF" w:rsidP="005F5FAF">
      <w:pPr>
        <w:spacing w:line="360" w:lineRule="auto"/>
        <w:ind w:firstLine="708"/>
        <w:jc w:val="both"/>
        <w:rPr>
          <w:sz w:val="28"/>
          <w:szCs w:val="28"/>
          <w:lang w:val="kk-KZ"/>
        </w:rPr>
      </w:pPr>
      <w:r w:rsidRPr="00801703">
        <w:rPr>
          <w:sz w:val="28"/>
          <w:szCs w:val="28"/>
          <w:lang w:val="kk-KZ"/>
        </w:rPr>
        <w:t>Ілияс Жансүгіров поэзиялық мұрасы қазақ халқының өмірі мен даласының тынысын, асқақ мұраттарын, Жетісу жерінің кәусар ауа, көркем суреттерін кеңінен көрсететін құдіретті де парасатты әлем. Ақын өлеңдеріндегі тақырыптық-идеялық арна, көркемдік-суреткерлік сипаттар, сөз сыры мен ой жүйесінің үйлесім иірімдері – халық әдебиетінен, ақын-әнші, өнерпаздардың әсер, ықпалынан кең өріс алады.</w:t>
      </w:r>
    </w:p>
    <w:p w:rsidR="00895BCF" w:rsidRPr="00ED04D2" w:rsidRDefault="00895BCF" w:rsidP="005F5FAF">
      <w:pPr>
        <w:spacing w:line="360" w:lineRule="auto"/>
        <w:ind w:firstLine="708"/>
        <w:jc w:val="both"/>
        <w:rPr>
          <w:sz w:val="28"/>
          <w:szCs w:val="28"/>
          <w:lang w:val="kk-KZ"/>
        </w:rPr>
      </w:pPr>
      <w:r w:rsidRPr="00801703">
        <w:rPr>
          <w:sz w:val="28"/>
          <w:szCs w:val="28"/>
          <w:lang w:val="kk-KZ"/>
        </w:rPr>
        <w:t>Халықтың басынан кешкен оқиғаларды, қиын өмірлерін жан-дүниесімен түсініп, жаңа мазмұнмен, азаматтық леппен әсерлі, көркем бейнелейді. Әлеуметтік-қоғамдық жағдайлар мен өмір құбылыстары, тарихи тұлға мен оның тағдыр-талайы, адамдар бойындағы ұнамды, ұнамсыз мінездер уақыт үніне лайық сомдалып, жаңаша, соны үлгіде суреттелінеді</w:t>
      </w:r>
      <w:r w:rsidRPr="00CF73FC">
        <w:rPr>
          <w:sz w:val="28"/>
          <w:szCs w:val="28"/>
          <w:lang w:val="kk-KZ"/>
        </w:rPr>
        <w:t>[</w:t>
      </w:r>
      <w:r>
        <w:rPr>
          <w:sz w:val="28"/>
          <w:szCs w:val="28"/>
          <w:lang w:val="kk-KZ"/>
        </w:rPr>
        <w:t>2</w:t>
      </w:r>
      <w:r w:rsidRPr="00CF73FC">
        <w:rPr>
          <w:sz w:val="28"/>
          <w:szCs w:val="28"/>
          <w:lang w:val="kk-KZ"/>
        </w:rPr>
        <w:t>]</w:t>
      </w:r>
      <w:r>
        <w:rPr>
          <w:sz w:val="28"/>
          <w:szCs w:val="28"/>
          <w:lang w:val="kk-KZ"/>
        </w:rPr>
        <w:t>.</w:t>
      </w:r>
    </w:p>
    <w:p w:rsidR="00895BCF" w:rsidRPr="00ED04D2" w:rsidRDefault="00895BCF" w:rsidP="005F5FAF">
      <w:pPr>
        <w:shd w:val="clear" w:color="auto" w:fill="FFFFFF"/>
        <w:autoSpaceDE w:val="0"/>
        <w:autoSpaceDN w:val="0"/>
        <w:adjustRightInd w:val="0"/>
        <w:spacing w:line="360" w:lineRule="auto"/>
        <w:ind w:firstLine="709"/>
        <w:jc w:val="both"/>
        <w:rPr>
          <w:sz w:val="28"/>
          <w:szCs w:val="28"/>
          <w:lang w:val="kk-KZ"/>
        </w:rPr>
      </w:pPr>
      <w:r w:rsidRPr="00ED04D2">
        <w:rPr>
          <w:noProof/>
          <w:color w:val="000000"/>
          <w:sz w:val="28"/>
          <w:szCs w:val="28"/>
          <w:lang w:val="kk-KZ"/>
        </w:rPr>
        <w:t xml:space="preserve">Ілияс поэзиясы - терең ойдың үлкен сезімнің поэзиясы. Ол өрен </w:t>
      </w:r>
      <w:r w:rsidRPr="00ED04D2">
        <w:rPr>
          <w:bCs/>
          <w:noProof/>
          <w:color w:val="000000"/>
          <w:sz w:val="28"/>
          <w:szCs w:val="28"/>
          <w:lang w:val="kk-KZ"/>
        </w:rPr>
        <w:t xml:space="preserve">жүйрік, </w:t>
      </w:r>
      <w:r w:rsidRPr="00ED04D2">
        <w:rPr>
          <w:noProof/>
          <w:color w:val="000000"/>
          <w:sz w:val="28"/>
          <w:szCs w:val="28"/>
          <w:lang w:val="kk-KZ"/>
        </w:rPr>
        <w:t xml:space="preserve">асқақ ақынның тегеурінді талантынан туған жоғары идеялы, шыншыл, ұшқыр қиялды қуатты поэзия, ыстық жүректен қорғасындай балқып төгіліп, </w:t>
      </w:r>
      <w:r w:rsidRPr="00ED04D2">
        <w:rPr>
          <w:bCs/>
          <w:noProof/>
          <w:color w:val="000000"/>
          <w:sz w:val="28"/>
          <w:szCs w:val="28"/>
          <w:lang w:val="kk-KZ"/>
        </w:rPr>
        <w:t xml:space="preserve">алуан </w:t>
      </w:r>
      <w:r>
        <w:rPr>
          <w:noProof/>
          <w:color w:val="000000"/>
          <w:sz w:val="28"/>
          <w:szCs w:val="28"/>
          <w:lang w:val="kk-KZ"/>
        </w:rPr>
        <w:t>сырлы образдар қ</w:t>
      </w:r>
      <w:r w:rsidRPr="00ED04D2">
        <w:rPr>
          <w:noProof/>
          <w:color w:val="000000"/>
          <w:sz w:val="28"/>
          <w:szCs w:val="28"/>
          <w:lang w:val="kk-KZ"/>
        </w:rPr>
        <w:t xml:space="preserve">орытқан салмақты, салиқалы поэзия - бұл поэзияның мазмұны заман құбылыстарын қамтиды. Мұның жырлаған негізгі қаһарманы </w:t>
      </w:r>
      <w:r>
        <w:rPr>
          <w:noProof/>
          <w:color w:val="000000"/>
          <w:sz w:val="28"/>
          <w:szCs w:val="28"/>
          <w:lang w:val="kk-KZ"/>
        </w:rPr>
        <w:t>-</w:t>
      </w:r>
      <w:r w:rsidRPr="00ED04D2">
        <w:rPr>
          <w:noProof/>
          <w:color w:val="000000"/>
          <w:sz w:val="28"/>
          <w:szCs w:val="28"/>
          <w:lang w:val="kk-KZ"/>
        </w:rPr>
        <w:t>халық.</w:t>
      </w:r>
    </w:p>
    <w:p w:rsidR="00895BCF" w:rsidRPr="005D587E" w:rsidRDefault="00895BCF" w:rsidP="005F5FAF">
      <w:pPr>
        <w:spacing w:line="360" w:lineRule="auto"/>
        <w:ind w:firstLine="709"/>
        <w:jc w:val="both"/>
        <w:rPr>
          <w:noProof/>
          <w:color w:val="000000"/>
          <w:sz w:val="28"/>
          <w:szCs w:val="28"/>
          <w:lang w:val="kk-KZ"/>
        </w:rPr>
      </w:pPr>
      <w:r>
        <w:rPr>
          <w:noProof/>
          <w:color w:val="000000"/>
          <w:sz w:val="28"/>
          <w:szCs w:val="28"/>
          <w:lang w:val="kk-KZ"/>
        </w:rPr>
        <w:t>Х</w:t>
      </w:r>
      <w:r w:rsidRPr="00ED04D2">
        <w:rPr>
          <w:noProof/>
          <w:color w:val="000000"/>
          <w:sz w:val="28"/>
          <w:szCs w:val="28"/>
          <w:lang w:val="kk-KZ"/>
        </w:rPr>
        <w:t xml:space="preserve">алықтың қалың ортасынан </w:t>
      </w:r>
      <w:r w:rsidRPr="00ED04D2">
        <w:rPr>
          <w:bCs/>
          <w:noProof/>
          <w:color w:val="000000"/>
          <w:sz w:val="28"/>
          <w:szCs w:val="28"/>
          <w:lang w:val="kk-KZ"/>
        </w:rPr>
        <w:t xml:space="preserve">шыққан </w:t>
      </w:r>
      <w:r w:rsidRPr="00ED04D2">
        <w:rPr>
          <w:noProof/>
          <w:color w:val="000000"/>
          <w:sz w:val="28"/>
          <w:szCs w:val="28"/>
          <w:lang w:val="kk-KZ"/>
        </w:rPr>
        <w:t>дарынды, асқақ ақын Ілияс Жансүгіров құнарлы халық поэзиясының барлық байлығын бойына жинап, Абай салған үлкен арнамен әдебиет дүниесіне алғаш қадам басты. Жаңа заманда бақытты халқымен жиырма жылдай бірге жасасып және жақсы білген өмірін айқын бейнелеп, туған халқының жалынды жыршысы болған өрен ақын поэзияның кең арналы эпикалық, терең сырлы лирикалық салаларында жарқырап көзге түсті де, шын халықтық, нағыз ұлттық поэзияның өрнекті үлгілерін салды.</w:t>
      </w:r>
    </w:p>
    <w:p w:rsidR="00895BCF" w:rsidRPr="00ED04D2" w:rsidRDefault="00895BCF" w:rsidP="005F5FAF">
      <w:pPr>
        <w:shd w:val="clear" w:color="auto" w:fill="FFFFFF"/>
        <w:spacing w:line="360" w:lineRule="auto"/>
        <w:ind w:right="10" w:firstLine="720"/>
        <w:jc w:val="both"/>
        <w:rPr>
          <w:sz w:val="28"/>
          <w:szCs w:val="28"/>
          <w:lang w:val="kk-KZ"/>
        </w:rPr>
      </w:pPr>
      <w:r w:rsidRPr="00ED04D2">
        <w:rPr>
          <w:noProof/>
          <w:color w:val="000000"/>
          <w:spacing w:val="7"/>
          <w:sz w:val="28"/>
          <w:szCs w:val="28"/>
          <w:lang w:val="kk-KZ"/>
        </w:rPr>
        <w:t xml:space="preserve">Ілияс Жансүгіров – асыл  </w:t>
      </w:r>
      <w:r w:rsidRPr="00ED04D2">
        <w:rPr>
          <w:noProof/>
          <w:color w:val="000000"/>
          <w:spacing w:val="5"/>
          <w:sz w:val="28"/>
          <w:szCs w:val="28"/>
          <w:lang w:val="kk-KZ"/>
        </w:rPr>
        <w:t>сөзден алтын сарай соғып қ</w:t>
      </w:r>
      <w:r w:rsidRPr="00ED04D2">
        <w:rPr>
          <w:noProof/>
          <w:color w:val="000000"/>
          <w:spacing w:val="-1"/>
          <w:sz w:val="28"/>
          <w:szCs w:val="28"/>
          <w:lang w:val="kk-KZ"/>
        </w:rPr>
        <w:t xml:space="preserve">алдырған, өлмес, өшпес,  өмір </w:t>
      </w:r>
      <w:r w:rsidRPr="00ED04D2">
        <w:rPr>
          <w:noProof/>
          <w:color w:val="000000"/>
          <w:spacing w:val="9"/>
          <w:sz w:val="28"/>
          <w:szCs w:val="28"/>
          <w:lang w:val="kk-KZ"/>
        </w:rPr>
        <w:t>тапқан  ұлы  ақын.</w:t>
      </w:r>
      <w:r>
        <w:rPr>
          <w:sz w:val="28"/>
          <w:szCs w:val="28"/>
          <w:lang w:val="kk-KZ"/>
        </w:rPr>
        <w:t xml:space="preserve"> Сол себепті де, </w:t>
      </w:r>
      <w:r w:rsidRPr="00ED04D2">
        <w:rPr>
          <w:sz w:val="28"/>
          <w:szCs w:val="28"/>
          <w:lang w:val="kk-KZ"/>
        </w:rPr>
        <w:t>ғасырлар артқан сайын жақсарып, жарқылдай беретін, мәртебесі көкке қарай өрлей беретін ерекше мұра – Ілияс мұрасы.</w:t>
      </w:r>
    </w:p>
    <w:p w:rsidR="00895BCF" w:rsidRPr="00ED04D2" w:rsidRDefault="00895BCF" w:rsidP="005F5FAF">
      <w:pPr>
        <w:spacing w:line="360" w:lineRule="auto"/>
        <w:ind w:firstLine="709"/>
        <w:jc w:val="both"/>
        <w:rPr>
          <w:sz w:val="28"/>
          <w:szCs w:val="28"/>
          <w:lang w:val="kk-KZ"/>
        </w:rPr>
      </w:pPr>
      <w:r w:rsidRPr="00ED04D2">
        <w:rPr>
          <w:sz w:val="28"/>
          <w:szCs w:val="28"/>
          <w:lang w:val="kk-KZ"/>
        </w:rPr>
        <w:t>Артына өшпес мұра қалдырған көп аяулысы,  асыл ой иесі, өз халқының мақтанышы, абзал ақыны, көркем сөз зергері, мәдениетіміздің биік тұлғаларының бірі – Ілияс Жансүгіров.</w:t>
      </w:r>
    </w:p>
    <w:p w:rsidR="00895BCF" w:rsidRPr="00801703" w:rsidRDefault="00895BCF" w:rsidP="005F5FAF">
      <w:pPr>
        <w:spacing w:line="360" w:lineRule="auto"/>
        <w:ind w:firstLine="708"/>
        <w:jc w:val="both"/>
        <w:rPr>
          <w:sz w:val="28"/>
          <w:szCs w:val="28"/>
          <w:lang w:val="kk-KZ"/>
        </w:rPr>
      </w:pPr>
      <w:r w:rsidRPr="00801703">
        <w:rPr>
          <w:sz w:val="28"/>
          <w:szCs w:val="28"/>
          <w:lang w:val="kk-KZ"/>
        </w:rPr>
        <w:t>Ілияс Жансүгіров шығармалары қазақ әдебиетіндегі  өзіндік орынмен мазмұнының тереңдігімен дараланатын құбылыс. Тарихта мойындалатын шығармалар тізбегі халықтың арман- мақсатын, ой-мүддесінен шығатын туындылар мәңгілікке халықтық шығармалар қатарында сақталады. Ендеше біз зерттеп отырған қаламгер шығармалары туралы да осы</w:t>
      </w:r>
      <w:r>
        <w:rPr>
          <w:sz w:val="28"/>
          <w:szCs w:val="28"/>
          <w:lang w:val="kk-KZ"/>
        </w:rPr>
        <w:t>ндай деуге толық құқығымыз бар</w:t>
      </w:r>
      <w:r w:rsidRPr="00CF73FC">
        <w:rPr>
          <w:sz w:val="28"/>
          <w:szCs w:val="28"/>
          <w:lang w:val="kk-KZ"/>
        </w:rPr>
        <w:t>[</w:t>
      </w:r>
      <w:r>
        <w:rPr>
          <w:sz w:val="28"/>
          <w:szCs w:val="28"/>
          <w:lang w:val="kk-KZ"/>
        </w:rPr>
        <w:t>3</w:t>
      </w:r>
      <w:r w:rsidRPr="00CF73FC">
        <w:rPr>
          <w:sz w:val="28"/>
          <w:szCs w:val="28"/>
          <w:lang w:val="kk-KZ"/>
        </w:rPr>
        <w:t>]</w:t>
      </w:r>
      <w:r>
        <w:rPr>
          <w:sz w:val="28"/>
          <w:szCs w:val="28"/>
          <w:lang w:val="kk-KZ"/>
        </w:rPr>
        <w:t>.</w:t>
      </w:r>
    </w:p>
    <w:p w:rsidR="00895BCF" w:rsidRPr="00ED04D2" w:rsidRDefault="00895BCF" w:rsidP="005F5FAF">
      <w:pPr>
        <w:spacing w:line="360" w:lineRule="auto"/>
        <w:ind w:firstLine="708"/>
        <w:jc w:val="both"/>
        <w:rPr>
          <w:sz w:val="28"/>
          <w:szCs w:val="28"/>
          <w:lang w:val="kk-KZ"/>
        </w:rPr>
      </w:pPr>
      <w:r w:rsidRPr="00801703">
        <w:rPr>
          <w:sz w:val="28"/>
          <w:szCs w:val="28"/>
          <w:lang w:val="kk-KZ"/>
        </w:rPr>
        <w:t xml:space="preserve">Заманның  атқарып  өтер  өзіндік  міндеті,  ісі  бар.  Сол міндетті халыққа мәңгілікке жеткізуші халық мойындаған қаламгер туындылары.   Сондай құнды дүниелер арқылы  айтылған  ойларымыз  дүниеге  жүздеген  жылдардан  кейін  келетін  ұрпақтар  талқысына  түсіп,  екшеленеді.  Дарынды  ақын,  шебер  жазушының  мәңгілік  өмір  сүру  себебі  де осында жатыр.  Ондаған  ғасырлар  бұрын  Гомер  тоқыған  жыр  өрмегінің  желісі  бізге  дейін  жоғалмай  жетуі,  Аристотель  айтқан  даналықтардың  бізді  әлі  де  ойландыруы -  талант  ғұмырының </w:t>
      </w:r>
      <w:r>
        <w:rPr>
          <w:sz w:val="28"/>
          <w:szCs w:val="28"/>
          <w:lang w:val="kk-KZ"/>
        </w:rPr>
        <w:t xml:space="preserve"> ұзақтығына  бірден  бір  кепіл</w:t>
      </w:r>
      <w:r w:rsidRPr="00CF73FC">
        <w:rPr>
          <w:sz w:val="28"/>
          <w:szCs w:val="28"/>
          <w:lang w:val="kk-KZ"/>
        </w:rPr>
        <w:t>[</w:t>
      </w:r>
      <w:r>
        <w:rPr>
          <w:sz w:val="28"/>
          <w:szCs w:val="28"/>
          <w:lang w:val="kk-KZ"/>
        </w:rPr>
        <w:t>5</w:t>
      </w:r>
      <w:r w:rsidRPr="00CF73FC">
        <w:rPr>
          <w:sz w:val="28"/>
          <w:szCs w:val="28"/>
          <w:lang w:val="kk-KZ"/>
        </w:rPr>
        <w:t>]</w:t>
      </w:r>
      <w:r>
        <w:rPr>
          <w:sz w:val="28"/>
          <w:szCs w:val="28"/>
          <w:lang w:val="kk-KZ"/>
        </w:rPr>
        <w:t>.</w:t>
      </w:r>
    </w:p>
    <w:p w:rsidR="00895BCF" w:rsidRPr="00ED04D2" w:rsidRDefault="00895BCF" w:rsidP="005F5FAF">
      <w:pPr>
        <w:spacing w:line="360" w:lineRule="auto"/>
        <w:ind w:firstLine="720"/>
        <w:jc w:val="both"/>
        <w:rPr>
          <w:sz w:val="28"/>
          <w:szCs w:val="28"/>
          <w:lang w:val="kk-KZ"/>
        </w:rPr>
      </w:pPr>
      <w:r w:rsidRPr="00ED04D2">
        <w:rPr>
          <w:sz w:val="28"/>
          <w:szCs w:val="28"/>
          <w:lang w:val="kk-KZ"/>
        </w:rPr>
        <w:t xml:space="preserve">І.Жансүгіровтің шығармаларынан қазақ елінің </w:t>
      </w:r>
      <w:r>
        <w:rPr>
          <w:sz w:val="28"/>
          <w:szCs w:val="28"/>
          <w:lang w:val="kk-KZ"/>
        </w:rPr>
        <w:t>қазақ</w:t>
      </w:r>
      <w:r w:rsidRPr="00ED04D2">
        <w:rPr>
          <w:sz w:val="28"/>
          <w:szCs w:val="28"/>
          <w:lang w:val="kk-KZ"/>
        </w:rPr>
        <w:t xml:space="preserve"> заманында жаңару </w:t>
      </w:r>
      <w:r>
        <w:rPr>
          <w:sz w:val="28"/>
          <w:szCs w:val="28"/>
          <w:lang w:val="kk-KZ"/>
        </w:rPr>
        <w:t xml:space="preserve">жолының  көркемдік </w:t>
      </w:r>
      <w:r w:rsidRPr="00801703">
        <w:rPr>
          <w:sz w:val="28"/>
          <w:szCs w:val="28"/>
          <w:lang w:val="kk-KZ"/>
        </w:rPr>
        <w:t>сыры сипатталады. Ол 1920 жылы жазылған «Арыным» деген өлеңінен бастап «Май жыры» лирикасына дейін Қазақстанның, бүкіл еліміздің өмірінде болып өткен қыруар құбылыстардың терең, тарихи мәнін ашып, өзіндік көркемдік қырымен суреттей білген. Олардан оқырман қауым қазақ адамының ойы мен жүрегіндегі өзгерістерді, соны сезімдерді, арман мен үміт, қуаныш пен реніш белгілерін таба білді. Оқушының жүрегінен өзіндік орын таба білген қаламгердің лирикалық туындыларының трагедиялық болмысы өзіндік сонылығымен ерекшеленеді. Бұл</w:t>
      </w:r>
      <w:r>
        <w:rPr>
          <w:sz w:val="28"/>
          <w:szCs w:val="28"/>
          <w:lang w:val="kk-KZ"/>
        </w:rPr>
        <w:t xml:space="preserve"> өлеңдердің бәрінен болмаса да, кейбірінен трагедия көрінісін, ақынның мұңды үнін естуге болады. Кез-келген ренішті де мұңды сәттерді</w:t>
      </w:r>
      <w:r w:rsidRPr="00ED04D2">
        <w:rPr>
          <w:sz w:val="28"/>
          <w:szCs w:val="28"/>
          <w:lang w:val="kk-KZ"/>
        </w:rPr>
        <w:t xml:space="preserve"> еркін, өктем үнмен өлең еткен ақын қысқа өмірінің ақырына дейін халқының жаңа тағдырын қалтқысыз көңілмен жырлап өтті.</w:t>
      </w:r>
    </w:p>
    <w:p w:rsidR="00895BCF" w:rsidRPr="00ED04D2" w:rsidRDefault="00895BCF" w:rsidP="005F5FAF">
      <w:pPr>
        <w:spacing w:line="360" w:lineRule="auto"/>
        <w:ind w:firstLine="720"/>
        <w:jc w:val="both"/>
        <w:rPr>
          <w:sz w:val="28"/>
          <w:szCs w:val="28"/>
          <w:lang w:val="kk-KZ"/>
        </w:rPr>
      </w:pPr>
      <w:r w:rsidRPr="00ED04D2">
        <w:rPr>
          <w:sz w:val="28"/>
          <w:szCs w:val="28"/>
          <w:lang w:val="kk-KZ"/>
        </w:rPr>
        <w:t>Ілияс Жансүгіров әдебиет көгінде жиырма жылдай жемісті еңбек етіп, артына өлмес, өшпес көркем туындылар тастап кетті.</w:t>
      </w:r>
    </w:p>
    <w:p w:rsidR="00895BCF" w:rsidRPr="00ED04D2" w:rsidRDefault="00895BCF" w:rsidP="005F5FAF">
      <w:pPr>
        <w:spacing w:line="360" w:lineRule="auto"/>
        <w:ind w:firstLine="720"/>
        <w:jc w:val="both"/>
        <w:rPr>
          <w:sz w:val="28"/>
          <w:szCs w:val="28"/>
          <w:lang w:val="kk-KZ"/>
        </w:rPr>
      </w:pPr>
      <w:r w:rsidRPr="00ED04D2">
        <w:rPr>
          <w:sz w:val="28"/>
          <w:szCs w:val="28"/>
          <w:lang w:val="kk-KZ"/>
        </w:rPr>
        <w:t>Ілияс жастайынан туған халқының бай мұраларының асыл үлгілерін оқып, соны жаттап өсті. Кейінірек ұлы Абайдың поэзия мұхитынан өзінің жаңа шешек атып, гүл жарғалы келе жатқан балғын талантына таусылмас нәр алды.</w:t>
      </w:r>
    </w:p>
    <w:p w:rsidR="00895BCF" w:rsidRPr="00ED04D2" w:rsidRDefault="00895BCF" w:rsidP="005F5FAF">
      <w:pPr>
        <w:spacing w:line="360" w:lineRule="auto"/>
        <w:ind w:firstLine="720"/>
        <w:jc w:val="both"/>
        <w:rPr>
          <w:sz w:val="28"/>
          <w:szCs w:val="28"/>
          <w:lang w:val="kk-KZ"/>
        </w:rPr>
      </w:pPr>
      <w:r w:rsidRPr="00ED04D2">
        <w:rPr>
          <w:sz w:val="28"/>
          <w:szCs w:val="28"/>
          <w:lang w:val="kk-KZ"/>
        </w:rPr>
        <w:t xml:space="preserve">Абай өлеңдерімен Ілияс 1916 жылы танысады. Дәстүрлі жыр, толғау, қара өлең үлгілерінен Абай поэзиясының сыр-сипаты тіпті бөлек екенін жас </w:t>
      </w:r>
      <w:r>
        <w:rPr>
          <w:sz w:val="28"/>
          <w:szCs w:val="28"/>
          <w:lang w:val="kk-KZ"/>
        </w:rPr>
        <w:t xml:space="preserve">талант </w:t>
      </w:r>
      <w:r w:rsidRPr="00ED04D2">
        <w:rPr>
          <w:sz w:val="28"/>
          <w:szCs w:val="28"/>
          <w:lang w:val="kk-KZ"/>
        </w:rPr>
        <w:t xml:space="preserve">-Ілияс сонда түсінді. Абай өлеңдерін де жаттап алып, ендігі жерде шығарманы осылай, Абайша жазу керек деген ойға бекиді. Кейінгі жылдары жазған бір өмірбаянында ақынның өзі: “оған шейінгі көрген, оқыған әдебиетімнің бәрін Абай кітабы жоққа шығарғандай болды” </w:t>
      </w:r>
      <w:r w:rsidRPr="00CF73FC">
        <w:rPr>
          <w:sz w:val="28"/>
          <w:szCs w:val="28"/>
          <w:lang w:val="kk-KZ"/>
        </w:rPr>
        <w:t>[</w:t>
      </w:r>
      <w:r>
        <w:rPr>
          <w:sz w:val="28"/>
          <w:szCs w:val="28"/>
          <w:lang w:val="kk-KZ"/>
        </w:rPr>
        <w:t>5</w:t>
      </w:r>
      <w:r w:rsidRPr="00CF73FC">
        <w:rPr>
          <w:sz w:val="28"/>
          <w:szCs w:val="28"/>
          <w:lang w:val="kk-KZ"/>
        </w:rPr>
        <w:t>]</w:t>
      </w:r>
      <w:r w:rsidRPr="00ED04D2">
        <w:rPr>
          <w:sz w:val="28"/>
          <w:szCs w:val="28"/>
          <w:lang w:val="kk-KZ"/>
        </w:rPr>
        <w:t>деп түйеді.</w:t>
      </w:r>
    </w:p>
    <w:p w:rsidR="00895BCF" w:rsidRPr="00ED04D2" w:rsidRDefault="00895BCF" w:rsidP="005F5FAF">
      <w:pPr>
        <w:spacing w:line="360" w:lineRule="auto"/>
        <w:ind w:firstLine="720"/>
        <w:jc w:val="both"/>
        <w:rPr>
          <w:sz w:val="28"/>
          <w:szCs w:val="28"/>
          <w:lang w:val="kk-KZ"/>
        </w:rPr>
      </w:pPr>
      <w:r w:rsidRPr="00ED04D2">
        <w:rPr>
          <w:sz w:val="28"/>
          <w:szCs w:val="28"/>
          <w:lang w:val="kk-KZ"/>
        </w:rPr>
        <w:t>І.Жансүгіров өлеңді 1915 жылдан жаза бастады. Бірақ жазғандарының барлығы бірдей кезінде жарық көре алған жоқ. Семейде шығатын  “Сарыарқаға” екі өлең басылды. Ілиястың тұңғыш рет баспа бетін көрген шығармалары - осылар.</w:t>
      </w:r>
    </w:p>
    <w:p w:rsidR="00895BCF" w:rsidRPr="00ED04D2" w:rsidRDefault="00895BCF" w:rsidP="005F5FAF">
      <w:pPr>
        <w:spacing w:line="360" w:lineRule="auto"/>
        <w:ind w:firstLine="720"/>
        <w:jc w:val="both"/>
        <w:rPr>
          <w:sz w:val="28"/>
          <w:szCs w:val="28"/>
          <w:lang w:val="kk-KZ"/>
        </w:rPr>
      </w:pPr>
      <w:r w:rsidRPr="00ED04D2">
        <w:rPr>
          <w:sz w:val="28"/>
          <w:szCs w:val="28"/>
          <w:lang w:val="kk-KZ"/>
        </w:rPr>
        <w:t>1920 жылы Алматыға, одан Ташкентке  барып мұғалімдер даярлайтын қысқа мерзімді курста бір қыс оқыған Ілияс Жансүгіров әдеби өмірге араласа бастайды. Кейін Алма</w:t>
      </w:r>
      <w:r>
        <w:rPr>
          <w:sz w:val="28"/>
          <w:szCs w:val="28"/>
          <w:lang w:val="kk-KZ"/>
        </w:rPr>
        <w:t>тыға қайтып келіп, әр түрлі қыз</w:t>
      </w:r>
      <w:r w:rsidRPr="00ED04D2">
        <w:rPr>
          <w:sz w:val="28"/>
          <w:szCs w:val="28"/>
          <w:lang w:val="kk-KZ"/>
        </w:rPr>
        <w:t>меттер атқара жүріп, газет жұмысына белсене кірісіп кетеді. Алматыда шығатын “Кедей еркі”, “Тілші” газеттеріне өлең, фельетондары, әңгіме, очерктері жиі басылады.</w:t>
      </w:r>
    </w:p>
    <w:p w:rsidR="00895BCF" w:rsidRPr="00ED04D2" w:rsidRDefault="00895BCF" w:rsidP="005F5FAF">
      <w:pPr>
        <w:spacing w:line="360" w:lineRule="auto"/>
        <w:ind w:firstLine="720"/>
        <w:jc w:val="both"/>
        <w:rPr>
          <w:sz w:val="28"/>
          <w:szCs w:val="28"/>
          <w:lang w:val="kk-KZ"/>
        </w:rPr>
      </w:pPr>
      <w:r w:rsidRPr="00ED04D2">
        <w:rPr>
          <w:sz w:val="28"/>
          <w:szCs w:val="28"/>
          <w:lang w:val="kk-KZ"/>
        </w:rPr>
        <w:t>Әдеби өмірге белсене араласқан ақын өзінің әлі де болса білімінің аздығын сезіп, 1925 жылы бітіріп келеді. Сөйтіп, жасында қолы жетпеген оқудың өтуін осы жолы қайырады. Сол жылы  Қызылордада ақынның тұңғыш өлеңдер жинағы “Сағанақ” жарық көрді.</w:t>
      </w:r>
    </w:p>
    <w:p w:rsidR="00895BCF" w:rsidRPr="00ED04D2" w:rsidRDefault="00895BCF" w:rsidP="005F5FAF">
      <w:pPr>
        <w:spacing w:line="360" w:lineRule="auto"/>
        <w:ind w:firstLine="720"/>
        <w:jc w:val="both"/>
        <w:rPr>
          <w:sz w:val="28"/>
          <w:szCs w:val="28"/>
          <w:lang w:val="kk-KZ"/>
        </w:rPr>
      </w:pPr>
      <w:r w:rsidRPr="00ED04D2">
        <w:rPr>
          <w:sz w:val="28"/>
          <w:szCs w:val="28"/>
          <w:lang w:val="kk-KZ"/>
        </w:rPr>
        <w:t>1932 жылы ҚазАПП тарап, оның орнына жаңадан құрылған жазушылар одағының ұйымдастыру комиссиясының председателі болған І.Жансүгіров осы басшылық қызметін</w:t>
      </w:r>
      <w:r>
        <w:rPr>
          <w:sz w:val="28"/>
          <w:szCs w:val="28"/>
          <w:lang w:val="kk-KZ"/>
        </w:rPr>
        <w:t xml:space="preserve"> 1935 жылға дейін атқарып келді</w:t>
      </w:r>
      <w:r w:rsidRPr="00CF73FC">
        <w:rPr>
          <w:sz w:val="28"/>
          <w:szCs w:val="28"/>
          <w:lang w:val="kk-KZ"/>
        </w:rPr>
        <w:t>[</w:t>
      </w:r>
      <w:r>
        <w:rPr>
          <w:sz w:val="28"/>
          <w:szCs w:val="28"/>
          <w:lang w:val="kk-KZ"/>
        </w:rPr>
        <w:t>5</w:t>
      </w:r>
      <w:r w:rsidRPr="00CF73FC">
        <w:rPr>
          <w:sz w:val="28"/>
          <w:szCs w:val="28"/>
          <w:lang w:val="kk-KZ"/>
        </w:rPr>
        <w:t>]</w:t>
      </w:r>
      <w:r>
        <w:rPr>
          <w:sz w:val="28"/>
          <w:szCs w:val="28"/>
          <w:lang w:val="kk-KZ"/>
        </w:rPr>
        <w:t>.</w:t>
      </w:r>
    </w:p>
    <w:p w:rsidR="00895BCF" w:rsidRPr="00ED04D2" w:rsidRDefault="00895BCF" w:rsidP="005F5FAF">
      <w:pPr>
        <w:spacing w:line="360" w:lineRule="auto"/>
        <w:ind w:firstLine="720"/>
        <w:jc w:val="both"/>
        <w:rPr>
          <w:sz w:val="28"/>
          <w:szCs w:val="28"/>
          <w:lang w:val="kk-KZ"/>
        </w:rPr>
      </w:pPr>
      <w:r w:rsidRPr="00ED04D2">
        <w:rPr>
          <w:sz w:val="28"/>
          <w:szCs w:val="28"/>
          <w:lang w:val="kk-KZ"/>
        </w:rPr>
        <w:t>Әдебиеттің әр саласында өндіре еңбек еткен, әсіресе, поэзияға тың соқпақтар әкеліп, олжа салған өрен жүйрік ақындарымыздың бірі І.Жансүгіров қаламының қарыштап тұрған дер шағында жеке адамға табынуының құ</w:t>
      </w:r>
      <w:r>
        <w:rPr>
          <w:sz w:val="28"/>
          <w:szCs w:val="28"/>
          <w:lang w:val="kk-KZ"/>
        </w:rPr>
        <w:t>р</w:t>
      </w:r>
      <w:r w:rsidRPr="00ED04D2">
        <w:rPr>
          <w:sz w:val="28"/>
          <w:szCs w:val="28"/>
          <w:lang w:val="kk-KZ"/>
        </w:rPr>
        <w:t>баны болып, қыршын кетті. Тек КПСС ХХ съезінің тарихи қаулысынан кейін асыл туындыларымен қайта қауышып, ақын есімін үлкен мархабатпен айта бастадық.</w:t>
      </w:r>
    </w:p>
    <w:p w:rsidR="00895BCF" w:rsidRPr="00801703" w:rsidRDefault="00895BCF" w:rsidP="005F5FAF">
      <w:pPr>
        <w:spacing w:line="360" w:lineRule="auto"/>
        <w:ind w:firstLine="720"/>
        <w:jc w:val="both"/>
        <w:rPr>
          <w:sz w:val="28"/>
          <w:szCs w:val="28"/>
          <w:lang w:val="kk-KZ"/>
        </w:rPr>
      </w:pPr>
      <w:r w:rsidRPr="00ED04D2">
        <w:rPr>
          <w:sz w:val="28"/>
          <w:szCs w:val="28"/>
          <w:lang w:val="kk-KZ"/>
        </w:rPr>
        <w:t xml:space="preserve">І.Жансүгіровтің </w:t>
      </w:r>
      <w:r w:rsidRPr="00801703">
        <w:rPr>
          <w:sz w:val="28"/>
          <w:szCs w:val="28"/>
          <w:lang w:val="kk-KZ"/>
        </w:rPr>
        <w:t>Қазан революциясы қарсаңындағы өлеңдері  негізінде бұқарашылдық бағытта жазылды. Халыққа үндеу бағытында, бағыт-бағдар көрсету сипатындағы бұл туындыларының да көркемдік сипаты реалистік бағытқа өріс алған.</w:t>
      </w:r>
    </w:p>
    <w:p w:rsidR="00895BCF" w:rsidRPr="00801703" w:rsidRDefault="00895BCF" w:rsidP="005F5FAF">
      <w:pPr>
        <w:spacing w:line="360" w:lineRule="auto"/>
        <w:ind w:firstLine="720"/>
        <w:jc w:val="both"/>
        <w:rPr>
          <w:sz w:val="28"/>
          <w:szCs w:val="28"/>
          <w:lang w:val="kk-KZ"/>
        </w:rPr>
      </w:pPr>
      <w:r w:rsidRPr="00801703">
        <w:rPr>
          <w:sz w:val="28"/>
          <w:szCs w:val="28"/>
          <w:lang w:val="kk-KZ"/>
        </w:rPr>
        <w:t>Ал оның жиырмасыншы жылдардағы шығармашылығының өзекті тақырыбы революция, жаңа заман, қазақ даласына келген бостандық, ұлы өзгерістерді жырлау бағытында болды.</w:t>
      </w:r>
    </w:p>
    <w:p w:rsidR="00895BCF" w:rsidRPr="00801703" w:rsidRDefault="00895BCF" w:rsidP="005F5FAF">
      <w:pPr>
        <w:spacing w:line="360" w:lineRule="auto"/>
        <w:ind w:firstLine="720"/>
        <w:jc w:val="both"/>
        <w:rPr>
          <w:sz w:val="28"/>
          <w:szCs w:val="28"/>
          <w:lang w:val="kk-KZ"/>
        </w:rPr>
      </w:pPr>
      <w:r w:rsidRPr="00801703">
        <w:rPr>
          <w:sz w:val="28"/>
          <w:szCs w:val="28"/>
          <w:lang w:val="kk-KZ"/>
        </w:rPr>
        <w:t xml:space="preserve">Кейін үлкен ақындық өнер көрсеткен І.Жансүгіров, әсіресе, лирикалық поэзиясындағы жетістіктерге бірден оңай жеткен жоқ. Ерінбей еңбек ету, талмай ізденудің арқасында  бірде шалыс басып, бірде дәл тауып, өсу сатыларымен жетті. І.Жансүгіров – революциялық идеяны, жаңа заманды еш қалтықсыз жырлаған ақын. </w:t>
      </w:r>
    </w:p>
    <w:p w:rsidR="00895BCF" w:rsidRPr="00ED04D2" w:rsidRDefault="00895BCF" w:rsidP="005F5FAF">
      <w:pPr>
        <w:shd w:val="clear" w:color="auto" w:fill="FFFFFF"/>
        <w:autoSpaceDE w:val="0"/>
        <w:autoSpaceDN w:val="0"/>
        <w:adjustRightInd w:val="0"/>
        <w:spacing w:line="360" w:lineRule="auto"/>
        <w:ind w:firstLine="709"/>
        <w:jc w:val="both"/>
        <w:rPr>
          <w:sz w:val="28"/>
          <w:szCs w:val="28"/>
          <w:lang w:val="kk-KZ"/>
        </w:rPr>
      </w:pPr>
      <w:r w:rsidRPr="00801703">
        <w:rPr>
          <w:noProof/>
          <w:color w:val="000000"/>
          <w:sz w:val="28"/>
          <w:szCs w:val="28"/>
          <w:lang w:val="kk-KZ"/>
        </w:rPr>
        <w:t xml:space="preserve">Ілияс Жансүгіров - аса ірі талант иесі. Ол қазақ әдебиетінің барлық жанрында үлкен еңбек </w:t>
      </w:r>
      <w:r w:rsidRPr="00801703">
        <w:rPr>
          <w:bCs/>
          <w:noProof/>
          <w:color w:val="000000"/>
          <w:sz w:val="28"/>
          <w:szCs w:val="28"/>
          <w:lang w:val="kk-KZ"/>
        </w:rPr>
        <w:t xml:space="preserve">сіңіріп, осы </w:t>
      </w:r>
      <w:r w:rsidRPr="00801703">
        <w:rPr>
          <w:noProof/>
          <w:color w:val="000000"/>
          <w:sz w:val="28"/>
          <w:szCs w:val="28"/>
          <w:lang w:val="kk-KZ"/>
        </w:rPr>
        <w:t>әдебиеттің  негізін салушы. Әсіресе оның ақындық еңбегін айрықша атап өтуге болады.  Ақындық мұрасы да жан-жақты зерттелген. Ілиястың жазушылық еткен жиырма шақты жыл өмірі</w:t>
      </w:r>
      <w:r w:rsidRPr="00ED04D2">
        <w:rPr>
          <w:noProof/>
          <w:color w:val="000000"/>
          <w:sz w:val="28"/>
          <w:szCs w:val="28"/>
          <w:lang w:val="kk-KZ"/>
        </w:rPr>
        <w:t xml:space="preserve"> қазақ әдебиетінің алғашқы кезеңдерімен тұстасады, яғни ол осы әдебиетпен </w:t>
      </w:r>
      <w:r w:rsidRPr="00ED04D2">
        <w:rPr>
          <w:bCs/>
          <w:noProof/>
          <w:color w:val="000000"/>
          <w:sz w:val="28"/>
          <w:szCs w:val="28"/>
          <w:lang w:val="kk-KZ"/>
        </w:rPr>
        <w:t xml:space="preserve">жарыққа </w:t>
      </w:r>
      <w:r w:rsidRPr="00ED04D2">
        <w:rPr>
          <w:noProof/>
          <w:color w:val="000000"/>
          <w:sz w:val="28"/>
          <w:szCs w:val="28"/>
          <w:lang w:val="kk-KZ"/>
        </w:rPr>
        <w:t>бірге шығып, бірге жасасып келді. Сондық</w:t>
      </w:r>
      <w:r w:rsidRPr="00ED04D2">
        <w:rPr>
          <w:bCs/>
          <w:noProof/>
          <w:color w:val="000000"/>
          <w:sz w:val="28"/>
          <w:szCs w:val="28"/>
          <w:lang w:val="kk-KZ"/>
        </w:rPr>
        <w:t xml:space="preserve">тан өзі </w:t>
      </w:r>
      <w:r w:rsidRPr="00ED04D2">
        <w:rPr>
          <w:noProof/>
          <w:color w:val="000000"/>
          <w:sz w:val="28"/>
          <w:szCs w:val="28"/>
          <w:lang w:val="kk-KZ"/>
        </w:rPr>
        <w:t>негізін салысқан жас әдебиеттің жетістіктері мен табыс-тарының бәріне Ілияс ортақ, бәрінде оның үлесі бар. Күннен-күнге, жылдан-жылға үздіксіз өсіп, жетіліп келген осы әдебиетінің алдында т</w:t>
      </w:r>
      <w:r>
        <w:rPr>
          <w:noProof/>
          <w:color w:val="000000"/>
          <w:sz w:val="28"/>
          <w:szCs w:val="28"/>
          <w:lang w:val="kk-KZ"/>
        </w:rPr>
        <w:t>ұ</w:t>
      </w:r>
      <w:r w:rsidRPr="00ED04D2">
        <w:rPr>
          <w:noProof/>
          <w:color w:val="000000"/>
          <w:sz w:val="28"/>
          <w:szCs w:val="28"/>
          <w:lang w:val="kk-KZ"/>
        </w:rPr>
        <w:t xml:space="preserve">рған маңызды мәселелері мен міндеттері Ілияс </w:t>
      </w:r>
      <w:r>
        <w:rPr>
          <w:noProof/>
          <w:color w:val="000000"/>
          <w:sz w:val="28"/>
          <w:szCs w:val="28"/>
          <w:lang w:val="kk-KZ"/>
        </w:rPr>
        <w:t>шығармашылығына ғана</w:t>
      </w:r>
      <w:r w:rsidRPr="00ED04D2">
        <w:rPr>
          <w:noProof/>
          <w:color w:val="000000"/>
          <w:sz w:val="28"/>
          <w:szCs w:val="28"/>
          <w:lang w:val="kk-KZ"/>
        </w:rPr>
        <w:t xml:space="preserve"> тән. Сондай-ақ</w:t>
      </w:r>
      <w:r>
        <w:rPr>
          <w:noProof/>
          <w:color w:val="000000"/>
          <w:sz w:val="28"/>
          <w:szCs w:val="28"/>
          <w:lang w:val="kk-KZ"/>
        </w:rPr>
        <w:t>, қазақ поэзиясының жалпы дәре</w:t>
      </w:r>
      <w:r w:rsidRPr="00ED04D2">
        <w:rPr>
          <w:noProof/>
          <w:color w:val="000000"/>
          <w:sz w:val="28"/>
          <w:szCs w:val="28"/>
          <w:lang w:val="kk-KZ"/>
        </w:rPr>
        <w:t xml:space="preserve">жесіне тән қасиеттер мен сипаттар Ілияс поэзиясына да жат емес. Сонымен бірге, Ілиястың ақындық қуатына, ерекшелігіне айрықша тоқтау қажет. Мұнда айтарлық жайттар көп. Жүйрік те асқақ ақын Ілияс Жансүгіров ең алғаш әдебиетке қадам басқанда, үзіп-шалып қана оқыған, ортадан төмен білімі бар, ауылда өскен ересек жігіт еді. Оның бойындағы бар қаруы: ана тілі, ауыз </w:t>
      </w:r>
      <w:r w:rsidRPr="00ED04D2">
        <w:rPr>
          <w:bCs/>
          <w:noProof/>
          <w:color w:val="000000"/>
          <w:sz w:val="28"/>
          <w:szCs w:val="28"/>
          <w:lang w:val="kk-KZ"/>
        </w:rPr>
        <w:t>әдебиеті,</w:t>
      </w:r>
      <w:r w:rsidRPr="00ED04D2">
        <w:rPr>
          <w:noProof/>
          <w:color w:val="000000"/>
          <w:sz w:val="28"/>
          <w:szCs w:val="28"/>
          <w:lang w:val="kk-KZ"/>
        </w:rPr>
        <w:t>Абай мен Ыбырайдың, Махамбет пен Шернияздың, Сұлтанмахм</w:t>
      </w:r>
      <w:r>
        <w:rPr>
          <w:noProof/>
          <w:color w:val="000000"/>
          <w:sz w:val="28"/>
          <w:szCs w:val="28"/>
          <w:lang w:val="kk-KZ"/>
        </w:rPr>
        <w:t>ұ</w:t>
      </w:r>
      <w:r w:rsidRPr="00ED04D2">
        <w:rPr>
          <w:noProof/>
          <w:color w:val="000000"/>
          <w:sz w:val="28"/>
          <w:szCs w:val="28"/>
          <w:lang w:val="kk-KZ"/>
        </w:rPr>
        <w:t xml:space="preserve">т пен С. Дөнентаевтың өлеңдері және кейбір Шығыс ақындарының, әсіресе татар ақыны Ғабдолла Тоқайдың шығармалары болатын. Ілияс </w:t>
      </w:r>
      <w:r>
        <w:rPr>
          <w:noProof/>
          <w:color w:val="000000"/>
          <w:sz w:val="28"/>
          <w:szCs w:val="28"/>
          <w:lang w:val="kk-KZ"/>
        </w:rPr>
        <w:t>шығармашылығына</w:t>
      </w:r>
      <w:r w:rsidRPr="00ED04D2">
        <w:rPr>
          <w:noProof/>
          <w:color w:val="000000"/>
          <w:sz w:val="28"/>
          <w:szCs w:val="28"/>
          <w:lang w:val="kk-KZ"/>
        </w:rPr>
        <w:t xml:space="preserve"> әуелден нәр бе</w:t>
      </w:r>
      <w:r>
        <w:rPr>
          <w:noProof/>
          <w:color w:val="000000"/>
          <w:sz w:val="28"/>
          <w:szCs w:val="28"/>
          <w:lang w:val="kk-KZ"/>
        </w:rPr>
        <w:t>ріп, ұрық сепкен үлгілер осылар</w:t>
      </w:r>
      <w:r w:rsidRPr="00CF73FC">
        <w:rPr>
          <w:sz w:val="28"/>
          <w:szCs w:val="28"/>
          <w:lang w:val="kk-KZ"/>
        </w:rPr>
        <w:t>[</w:t>
      </w:r>
      <w:r>
        <w:rPr>
          <w:sz w:val="28"/>
          <w:szCs w:val="28"/>
          <w:lang w:val="kk-KZ"/>
        </w:rPr>
        <w:t>6</w:t>
      </w:r>
      <w:r w:rsidRPr="00CF73FC">
        <w:rPr>
          <w:sz w:val="28"/>
          <w:szCs w:val="28"/>
          <w:lang w:val="kk-KZ"/>
        </w:rPr>
        <w:t>]</w:t>
      </w:r>
      <w:r>
        <w:rPr>
          <w:sz w:val="28"/>
          <w:szCs w:val="28"/>
          <w:lang w:val="kk-KZ"/>
        </w:rPr>
        <w:t>.</w:t>
      </w:r>
    </w:p>
    <w:p w:rsidR="00895BCF" w:rsidRPr="00ED04D2" w:rsidRDefault="00895BCF" w:rsidP="005F5FAF">
      <w:pPr>
        <w:shd w:val="clear" w:color="auto" w:fill="FFFFFF"/>
        <w:autoSpaceDE w:val="0"/>
        <w:autoSpaceDN w:val="0"/>
        <w:adjustRightInd w:val="0"/>
        <w:spacing w:line="360" w:lineRule="auto"/>
        <w:ind w:firstLine="709"/>
        <w:jc w:val="both"/>
        <w:rPr>
          <w:sz w:val="28"/>
          <w:szCs w:val="28"/>
          <w:lang w:val="kk-KZ"/>
        </w:rPr>
      </w:pPr>
      <w:r w:rsidRPr="00ED04D2">
        <w:rPr>
          <w:noProof/>
          <w:color w:val="000000"/>
          <w:sz w:val="28"/>
          <w:szCs w:val="28"/>
          <w:lang w:val="kk-KZ"/>
        </w:rPr>
        <w:t>Ақынның ерекшеліктері өлең түрлерімен қабат, басқа да поэзиялық касиеттер мен көркемдеуіш құралдардан тұратыны мәлім</w:t>
      </w:r>
      <w:r>
        <w:rPr>
          <w:noProof/>
          <w:color w:val="000000"/>
          <w:sz w:val="28"/>
          <w:szCs w:val="28"/>
          <w:lang w:val="kk-KZ"/>
        </w:rPr>
        <w:t>, сонымен қатар ақын лирикасында трагедия болмысы да жоқ емес</w:t>
      </w:r>
      <w:r w:rsidRPr="00ED04D2">
        <w:rPr>
          <w:noProof/>
          <w:color w:val="000000"/>
          <w:sz w:val="28"/>
          <w:szCs w:val="28"/>
          <w:lang w:val="kk-KZ"/>
        </w:rPr>
        <w:t xml:space="preserve">. Соның ішінде ақынның үні, арыны, лебі, тынысы, тілі, сарыны, бейнелеу тәсілдері секілді бір-бірімен тығыз байланысты қасиеттер мен құралдар </w:t>
      </w:r>
      <w:r>
        <w:rPr>
          <w:noProof/>
          <w:color w:val="000000"/>
          <w:sz w:val="28"/>
          <w:szCs w:val="28"/>
          <w:lang w:val="kk-KZ"/>
        </w:rPr>
        <w:t>-</w:t>
      </w:r>
      <w:r w:rsidRPr="00ED04D2">
        <w:rPr>
          <w:noProof/>
          <w:color w:val="000000"/>
          <w:sz w:val="28"/>
          <w:szCs w:val="28"/>
          <w:lang w:val="kk-KZ"/>
        </w:rPr>
        <w:t xml:space="preserve"> оның идеялық өресіне сәйкес өмір шындығын көркем бейнелеуге қызмет етіп, талантын, поэзиялық күш-қуатын, шеберлігін танытатын белгілер мен сипаттар.</w:t>
      </w:r>
    </w:p>
    <w:p w:rsidR="00895BCF" w:rsidRPr="00ED04D2" w:rsidRDefault="00895BCF" w:rsidP="005F5FAF">
      <w:pPr>
        <w:shd w:val="clear" w:color="auto" w:fill="FFFFFF"/>
        <w:autoSpaceDE w:val="0"/>
        <w:autoSpaceDN w:val="0"/>
        <w:adjustRightInd w:val="0"/>
        <w:spacing w:line="360" w:lineRule="auto"/>
        <w:ind w:firstLine="709"/>
        <w:jc w:val="both"/>
        <w:rPr>
          <w:sz w:val="28"/>
          <w:szCs w:val="28"/>
          <w:lang w:val="kk-KZ"/>
        </w:rPr>
      </w:pPr>
      <w:r w:rsidRPr="00ED04D2">
        <w:rPr>
          <w:noProof/>
          <w:color w:val="000000"/>
          <w:sz w:val="28"/>
          <w:szCs w:val="28"/>
          <w:lang w:val="kk-KZ"/>
        </w:rPr>
        <w:t xml:space="preserve">Ілияс Жансүгіровтің ақындық таланты тура және тікелей оның идеялық көзқарасының ұлғайып қалыптасуымен, білімінің молайып, өмір тәжірибесінің бірте-бірте өсуімен сабақтас, үнемі дамумен, жетілумен келді. Оны жазушының жиырма жылға тарта </w:t>
      </w:r>
      <w:r>
        <w:rPr>
          <w:noProof/>
          <w:color w:val="000000"/>
          <w:sz w:val="28"/>
          <w:szCs w:val="28"/>
          <w:lang w:val="kk-KZ"/>
        </w:rPr>
        <w:t>шығармашылық</w:t>
      </w:r>
      <w:r w:rsidRPr="00ED04D2">
        <w:rPr>
          <w:noProof/>
          <w:color w:val="000000"/>
          <w:sz w:val="28"/>
          <w:szCs w:val="28"/>
          <w:lang w:val="kk-KZ"/>
        </w:rPr>
        <w:t xml:space="preserve"> жолынан көруге болады. Айталық, Ілиястың алғашқы кезеңдегі поэзиясында Абайдың әсерімен катар, халық поэзиясының ықпалы байқалады. Ол </w:t>
      </w:r>
      <w:r>
        <w:rPr>
          <w:noProof/>
          <w:color w:val="000000"/>
          <w:sz w:val="28"/>
          <w:szCs w:val="28"/>
          <w:lang w:val="kk-KZ"/>
        </w:rPr>
        <w:t>-</w:t>
      </w:r>
      <w:r w:rsidRPr="00ED04D2">
        <w:rPr>
          <w:noProof/>
          <w:color w:val="000000"/>
          <w:sz w:val="28"/>
          <w:szCs w:val="28"/>
          <w:lang w:val="kk-KZ"/>
        </w:rPr>
        <w:t xml:space="preserve"> Ілиястың «Бет ашар», «Бүгінгі дала» сықылды тура халық жырының сарынымен жазған өлеңдерін өз алдына қойғанда, халық поэзиясының ықпалы мен әсері өлеңдік үлгі түрінде, образдық сөз құралдары түрінде, ақындық мақам, машық түрінде жазушының тіпті барлық кезеңдегі шығармаларында атой беріп тұрады. Ілияс поэзиясының ерекше күші, әсерлілігі, оның әсем </w:t>
      </w:r>
      <w:r w:rsidRPr="00ED04D2">
        <w:rPr>
          <w:bCs/>
          <w:noProof/>
          <w:color w:val="000000"/>
          <w:sz w:val="28"/>
          <w:szCs w:val="28"/>
          <w:lang w:val="kk-KZ"/>
        </w:rPr>
        <w:t>әуезділігі</w:t>
      </w:r>
      <w:r w:rsidRPr="00ED04D2">
        <w:rPr>
          <w:noProof/>
          <w:color w:val="000000"/>
          <w:sz w:val="28"/>
          <w:szCs w:val="28"/>
          <w:lang w:val="kk-KZ"/>
        </w:rPr>
        <w:t xml:space="preserve">осы халық қазынасын </w:t>
      </w:r>
      <w:r>
        <w:rPr>
          <w:noProof/>
          <w:color w:val="000000"/>
          <w:sz w:val="28"/>
          <w:szCs w:val="28"/>
          <w:lang w:val="kk-KZ"/>
        </w:rPr>
        <w:t>шығармашылық</w:t>
      </w:r>
      <w:r w:rsidRPr="00ED04D2">
        <w:rPr>
          <w:noProof/>
          <w:color w:val="000000"/>
          <w:sz w:val="28"/>
          <w:szCs w:val="28"/>
          <w:lang w:val="kk-KZ"/>
        </w:rPr>
        <w:t xml:space="preserve"> жолмен мол және өзінше пайдалана білуінде, оның жалпы халықтығында, ұлттық байырғылығында. Қазақ халқының ғасырлар бойы санасында қорытылып, шыңдалған, елегінен өтіп, сұрыпталған асыл ұғымдар мен образдар, қазақтың шаруашылық тұрмысына байланысты бейнелері Ілияс поэзиясының қаны, ажары, көркі. Мысалы, малмен байланысты ұғымдарға сай алынған төмендегі: «Аспанның төсін арда еміп». «Жынды толқын сүзісті», «Қозыдай қауын, қарбыз көгендегі», «Айырплан аспанда бұлт қайырып, құрайлап», «Түйелердей тіркелер», «Жорға еді маймаңдаған бақайшағы»</w:t>
      </w:r>
      <w:r>
        <w:rPr>
          <w:noProof/>
          <w:color w:val="000000"/>
          <w:sz w:val="28"/>
          <w:szCs w:val="28"/>
          <w:lang w:val="kk-KZ"/>
        </w:rPr>
        <w:t xml:space="preserve"> -</w:t>
      </w:r>
      <w:r w:rsidRPr="00ED04D2">
        <w:rPr>
          <w:noProof/>
          <w:color w:val="000000"/>
          <w:sz w:val="28"/>
          <w:szCs w:val="28"/>
          <w:lang w:val="kk-KZ"/>
        </w:rPr>
        <w:t xml:space="preserve"> деген сықылды өлең жолдары осыны дәлелдейді.</w:t>
      </w:r>
    </w:p>
    <w:p w:rsidR="00895BCF" w:rsidRPr="00ED04D2" w:rsidRDefault="00895BCF" w:rsidP="005F5FAF">
      <w:pPr>
        <w:spacing w:line="360" w:lineRule="auto"/>
        <w:ind w:firstLine="709"/>
        <w:jc w:val="both"/>
        <w:rPr>
          <w:sz w:val="28"/>
          <w:szCs w:val="28"/>
          <w:lang w:val="kk-KZ"/>
        </w:rPr>
      </w:pPr>
      <w:r w:rsidRPr="00ED04D2">
        <w:rPr>
          <w:sz w:val="28"/>
          <w:szCs w:val="28"/>
          <w:lang w:val="kk-KZ"/>
        </w:rPr>
        <w:t xml:space="preserve">Біз, әсіресе, соңғы жылдары  «лирика» деген сөзді көп айтамыз да, кейбір ақынды «лирик» деп мақтаймыз. </w:t>
      </w:r>
      <w:r>
        <w:rPr>
          <w:sz w:val="28"/>
          <w:szCs w:val="28"/>
          <w:lang w:val="kk-KZ"/>
        </w:rPr>
        <w:t>Сонымен қатар,</w:t>
      </w:r>
      <w:r w:rsidRPr="00ED04D2">
        <w:rPr>
          <w:sz w:val="28"/>
          <w:szCs w:val="28"/>
          <w:lang w:val="kk-KZ"/>
        </w:rPr>
        <w:t xml:space="preserve"> сұлу да сырлы, ойлы да өрнекті өлеңнің өркендей  беруін жан-жүрегіммен  қуаттаймы</w:t>
      </w:r>
      <w:r>
        <w:rPr>
          <w:sz w:val="28"/>
          <w:szCs w:val="28"/>
          <w:lang w:val="kk-KZ"/>
        </w:rPr>
        <w:t>з</w:t>
      </w:r>
      <w:r w:rsidRPr="00ED04D2">
        <w:rPr>
          <w:sz w:val="28"/>
          <w:szCs w:val="28"/>
          <w:lang w:val="kk-KZ"/>
        </w:rPr>
        <w:t xml:space="preserve"> және жақсы лирик ақынды көтермеле</w:t>
      </w:r>
      <w:r>
        <w:rPr>
          <w:sz w:val="28"/>
          <w:szCs w:val="28"/>
          <w:lang w:val="kk-KZ"/>
        </w:rPr>
        <w:t>й</w:t>
      </w:r>
      <w:r w:rsidRPr="00ED04D2">
        <w:rPr>
          <w:sz w:val="28"/>
          <w:szCs w:val="28"/>
          <w:lang w:val="kk-KZ"/>
        </w:rPr>
        <w:t xml:space="preserve"> түсуге бармы</w:t>
      </w:r>
      <w:r>
        <w:rPr>
          <w:sz w:val="28"/>
          <w:szCs w:val="28"/>
          <w:lang w:val="kk-KZ"/>
        </w:rPr>
        <w:t>з</w:t>
      </w:r>
      <w:r w:rsidRPr="00ED04D2">
        <w:rPr>
          <w:sz w:val="28"/>
          <w:szCs w:val="28"/>
          <w:lang w:val="kk-KZ"/>
        </w:rPr>
        <w:t xml:space="preserve">. Бірақ «лирика» дегенді тек табиғат пен махаббат туралы өлең </w:t>
      </w:r>
      <w:r w:rsidRPr="00801703">
        <w:rPr>
          <w:sz w:val="28"/>
          <w:szCs w:val="28"/>
          <w:lang w:val="kk-KZ"/>
        </w:rPr>
        <w:t>деп санау жаңсақтық. Ол әлдеқайда кең мағына, оның қамтитын тақырыбы, аясы кең.</w:t>
      </w:r>
      <w:r w:rsidRPr="00ED04D2">
        <w:rPr>
          <w:sz w:val="28"/>
          <w:szCs w:val="28"/>
          <w:lang w:val="kk-KZ"/>
        </w:rPr>
        <w:t xml:space="preserve"> Ілияс Жансүгіров </w:t>
      </w:r>
      <w:r>
        <w:rPr>
          <w:sz w:val="28"/>
          <w:szCs w:val="28"/>
          <w:lang w:val="kk-KZ"/>
        </w:rPr>
        <w:t>шығармашылығы</w:t>
      </w:r>
      <w:r w:rsidRPr="00ED04D2">
        <w:rPr>
          <w:sz w:val="28"/>
          <w:szCs w:val="28"/>
          <w:lang w:val="kk-KZ"/>
        </w:rPr>
        <w:t xml:space="preserve"> осының айқын дәлелі. Оның қай-қайлай келген Ілиястың «Не күйде» деген алғашқы өлеңдерінің бірін еске түсірейікші.</w:t>
      </w:r>
    </w:p>
    <w:p w:rsidR="00895BCF" w:rsidRPr="00ED04D2" w:rsidRDefault="00895BCF" w:rsidP="005F5FAF">
      <w:pPr>
        <w:spacing w:line="360" w:lineRule="auto"/>
        <w:ind w:firstLine="1440"/>
        <w:jc w:val="both"/>
        <w:rPr>
          <w:sz w:val="28"/>
          <w:szCs w:val="28"/>
          <w:lang w:val="kk-KZ"/>
        </w:rPr>
      </w:pPr>
      <w:r w:rsidRPr="00ED04D2">
        <w:rPr>
          <w:sz w:val="28"/>
          <w:szCs w:val="28"/>
          <w:lang w:val="kk-KZ"/>
        </w:rPr>
        <w:t>«Ылғал тұман шағында,</w:t>
      </w:r>
    </w:p>
    <w:p w:rsidR="00895BCF" w:rsidRPr="00ED04D2" w:rsidRDefault="00895BCF" w:rsidP="005F5FAF">
      <w:pPr>
        <w:spacing w:line="360" w:lineRule="auto"/>
        <w:ind w:firstLine="1440"/>
        <w:jc w:val="both"/>
        <w:rPr>
          <w:sz w:val="28"/>
          <w:szCs w:val="28"/>
          <w:lang w:val="kk-KZ"/>
        </w:rPr>
      </w:pPr>
      <w:r w:rsidRPr="00ED04D2">
        <w:rPr>
          <w:sz w:val="28"/>
          <w:szCs w:val="28"/>
          <w:lang w:val="kk-KZ"/>
        </w:rPr>
        <w:t>Құздардан жауын сырылдап,</w:t>
      </w:r>
    </w:p>
    <w:p w:rsidR="00895BCF" w:rsidRPr="00ED04D2" w:rsidRDefault="00895BCF" w:rsidP="005F5FAF">
      <w:pPr>
        <w:spacing w:line="360" w:lineRule="auto"/>
        <w:ind w:firstLine="1440"/>
        <w:jc w:val="both"/>
        <w:rPr>
          <w:sz w:val="28"/>
          <w:szCs w:val="28"/>
          <w:lang w:val="kk-KZ"/>
        </w:rPr>
      </w:pPr>
      <w:r w:rsidRPr="00ED04D2">
        <w:rPr>
          <w:sz w:val="28"/>
          <w:szCs w:val="28"/>
          <w:lang w:val="kk-KZ"/>
        </w:rPr>
        <w:t>Қиядан сорғалауында...</w:t>
      </w:r>
    </w:p>
    <w:p w:rsidR="00895BCF" w:rsidRPr="00ED04D2" w:rsidRDefault="00895BCF" w:rsidP="005F5FAF">
      <w:pPr>
        <w:spacing w:line="360" w:lineRule="auto"/>
        <w:ind w:firstLine="1440"/>
        <w:jc w:val="both"/>
        <w:rPr>
          <w:sz w:val="28"/>
          <w:szCs w:val="28"/>
          <w:lang w:val="kk-KZ"/>
        </w:rPr>
      </w:pPr>
      <w:r w:rsidRPr="00ED04D2">
        <w:rPr>
          <w:sz w:val="28"/>
          <w:szCs w:val="28"/>
          <w:lang w:val="kk-KZ"/>
        </w:rPr>
        <w:t>Самалшыл, сауқым, сауықшыл,</w:t>
      </w:r>
    </w:p>
    <w:p w:rsidR="00895BCF" w:rsidRPr="00ED04D2" w:rsidRDefault="00895BCF" w:rsidP="005F5FAF">
      <w:pPr>
        <w:spacing w:line="360" w:lineRule="auto"/>
        <w:ind w:firstLine="1440"/>
        <w:jc w:val="both"/>
        <w:rPr>
          <w:sz w:val="28"/>
          <w:szCs w:val="28"/>
          <w:lang w:val="kk-KZ"/>
        </w:rPr>
      </w:pPr>
      <w:r w:rsidRPr="00ED04D2">
        <w:rPr>
          <w:sz w:val="28"/>
          <w:szCs w:val="28"/>
          <w:lang w:val="kk-KZ"/>
        </w:rPr>
        <w:t>Саятшы Сартай не күйде?</w:t>
      </w:r>
    </w:p>
    <w:p w:rsidR="00895BCF" w:rsidRPr="00ED04D2" w:rsidRDefault="00895BCF" w:rsidP="005F5FAF">
      <w:pPr>
        <w:spacing w:line="360" w:lineRule="auto"/>
        <w:ind w:firstLine="1440"/>
        <w:jc w:val="both"/>
        <w:rPr>
          <w:sz w:val="28"/>
          <w:szCs w:val="28"/>
          <w:lang w:val="kk-KZ"/>
        </w:rPr>
      </w:pPr>
      <w:r w:rsidRPr="00ED04D2">
        <w:rPr>
          <w:sz w:val="28"/>
          <w:szCs w:val="28"/>
          <w:lang w:val="kk-KZ"/>
        </w:rPr>
        <w:t>Теңіз кешкен дауылда,</w:t>
      </w:r>
    </w:p>
    <w:p w:rsidR="00895BCF" w:rsidRPr="00ED04D2" w:rsidRDefault="00895BCF" w:rsidP="005F5FAF">
      <w:pPr>
        <w:spacing w:line="360" w:lineRule="auto"/>
        <w:ind w:firstLine="1440"/>
        <w:jc w:val="both"/>
        <w:rPr>
          <w:sz w:val="28"/>
          <w:szCs w:val="28"/>
          <w:lang w:val="kk-KZ"/>
        </w:rPr>
      </w:pPr>
      <w:r w:rsidRPr="00ED04D2">
        <w:rPr>
          <w:sz w:val="28"/>
          <w:szCs w:val="28"/>
          <w:lang w:val="kk-KZ"/>
        </w:rPr>
        <w:t>Асты терең, үсті жел,</w:t>
      </w:r>
    </w:p>
    <w:p w:rsidR="00895BCF" w:rsidRPr="00ED04D2" w:rsidRDefault="00895BCF" w:rsidP="005F5FAF">
      <w:pPr>
        <w:spacing w:line="360" w:lineRule="auto"/>
        <w:ind w:firstLine="1440"/>
        <w:jc w:val="both"/>
        <w:rPr>
          <w:sz w:val="28"/>
          <w:szCs w:val="28"/>
          <w:lang w:val="kk-KZ"/>
        </w:rPr>
      </w:pPr>
      <w:r w:rsidRPr="00ED04D2">
        <w:rPr>
          <w:sz w:val="28"/>
          <w:szCs w:val="28"/>
          <w:lang w:val="kk-KZ"/>
        </w:rPr>
        <w:t>Толқын соқты бауырында...</w:t>
      </w:r>
    </w:p>
    <w:p w:rsidR="00895BCF" w:rsidRPr="00ED04D2" w:rsidRDefault="00895BCF" w:rsidP="005F5FAF">
      <w:pPr>
        <w:spacing w:line="360" w:lineRule="auto"/>
        <w:ind w:firstLine="1440"/>
        <w:jc w:val="both"/>
        <w:rPr>
          <w:sz w:val="28"/>
          <w:szCs w:val="28"/>
          <w:lang w:val="kk-KZ"/>
        </w:rPr>
      </w:pPr>
      <w:r w:rsidRPr="00ED04D2">
        <w:rPr>
          <w:sz w:val="28"/>
          <w:szCs w:val="28"/>
          <w:lang w:val="kk-KZ"/>
        </w:rPr>
        <w:t>Балтыры ақ жем балықшы,</w:t>
      </w:r>
    </w:p>
    <w:p w:rsidR="00895BCF" w:rsidRPr="00ED04D2" w:rsidRDefault="00895BCF" w:rsidP="005F5FAF">
      <w:pPr>
        <w:spacing w:line="360" w:lineRule="auto"/>
        <w:ind w:firstLine="1440"/>
        <w:jc w:val="both"/>
        <w:rPr>
          <w:sz w:val="28"/>
          <w:szCs w:val="28"/>
          <w:lang w:val="kk-KZ"/>
        </w:rPr>
      </w:pPr>
      <w:r w:rsidRPr="00ED04D2">
        <w:rPr>
          <w:sz w:val="28"/>
          <w:szCs w:val="28"/>
          <w:lang w:val="kk-KZ"/>
        </w:rPr>
        <w:t>Қайықшы Қалтай не күйде?</w:t>
      </w:r>
    </w:p>
    <w:p w:rsidR="00895BCF" w:rsidRPr="00ED04D2" w:rsidRDefault="00895BCF" w:rsidP="005F5FAF">
      <w:pPr>
        <w:spacing w:line="360" w:lineRule="auto"/>
        <w:ind w:firstLine="1440"/>
        <w:jc w:val="both"/>
        <w:rPr>
          <w:sz w:val="28"/>
          <w:szCs w:val="28"/>
          <w:lang w:val="kk-KZ"/>
        </w:rPr>
      </w:pPr>
      <w:r w:rsidRPr="00ED04D2">
        <w:rPr>
          <w:sz w:val="28"/>
          <w:szCs w:val="28"/>
          <w:lang w:val="kk-KZ"/>
        </w:rPr>
        <w:t>Дай-дай даукес ауылда,</w:t>
      </w:r>
    </w:p>
    <w:p w:rsidR="00895BCF" w:rsidRPr="00ED04D2" w:rsidRDefault="00895BCF" w:rsidP="005F5FAF">
      <w:pPr>
        <w:spacing w:line="360" w:lineRule="auto"/>
        <w:ind w:firstLine="1440"/>
        <w:jc w:val="both"/>
        <w:rPr>
          <w:sz w:val="28"/>
          <w:szCs w:val="28"/>
          <w:lang w:val="kk-KZ"/>
        </w:rPr>
      </w:pPr>
      <w:r w:rsidRPr="00ED04D2">
        <w:rPr>
          <w:sz w:val="28"/>
          <w:szCs w:val="28"/>
          <w:lang w:val="kk-KZ"/>
        </w:rPr>
        <w:t>Жесір, намыс, тартыстың</w:t>
      </w:r>
    </w:p>
    <w:p w:rsidR="00895BCF" w:rsidRDefault="00895BCF" w:rsidP="005F5FAF">
      <w:pPr>
        <w:spacing w:line="360" w:lineRule="auto"/>
        <w:ind w:firstLine="1440"/>
        <w:jc w:val="both"/>
        <w:rPr>
          <w:sz w:val="28"/>
          <w:szCs w:val="28"/>
          <w:lang w:val="kk-KZ"/>
        </w:rPr>
      </w:pPr>
      <w:r w:rsidRPr="00ED04D2">
        <w:rPr>
          <w:sz w:val="28"/>
          <w:szCs w:val="28"/>
          <w:lang w:val="kk-KZ"/>
        </w:rPr>
        <w:t>Үзілмес ұзын дауында</w:t>
      </w:r>
    </w:p>
    <w:p w:rsidR="00895BCF" w:rsidRDefault="00895BCF" w:rsidP="005F5FAF">
      <w:pPr>
        <w:spacing w:line="360" w:lineRule="auto"/>
        <w:ind w:firstLine="1440"/>
        <w:jc w:val="both"/>
        <w:rPr>
          <w:sz w:val="28"/>
          <w:szCs w:val="28"/>
          <w:lang w:val="kk-KZ"/>
        </w:rPr>
      </w:pPr>
      <w:r>
        <w:rPr>
          <w:sz w:val="28"/>
          <w:szCs w:val="28"/>
          <w:lang w:val="kk-KZ"/>
        </w:rPr>
        <w:t>Қорыта келгенде, біз Ілис Жансүгіровты реалист ақын деп айтамыз.</w:t>
      </w:r>
    </w:p>
    <w:p w:rsidR="00895BCF" w:rsidRDefault="00895BCF" w:rsidP="005F5FAF">
      <w:pPr>
        <w:spacing w:line="360" w:lineRule="auto"/>
        <w:ind w:firstLine="1440"/>
        <w:jc w:val="both"/>
        <w:rPr>
          <w:sz w:val="28"/>
          <w:szCs w:val="28"/>
          <w:lang w:val="kk-KZ"/>
        </w:rPr>
      </w:pPr>
      <w:r>
        <w:rPr>
          <w:sz w:val="28"/>
          <w:szCs w:val="28"/>
          <w:lang w:val="kk-KZ"/>
        </w:rPr>
        <w:t>Әдебиеттер тізімі:</w:t>
      </w:r>
      <w:bookmarkStart w:id="0" w:name="_GoBack"/>
      <w:bookmarkEnd w:id="0"/>
    </w:p>
    <w:p w:rsidR="00895BCF" w:rsidRPr="00E070A8" w:rsidRDefault="00895BCF" w:rsidP="005F5FAF">
      <w:pPr>
        <w:tabs>
          <w:tab w:val="num" w:pos="644"/>
        </w:tabs>
        <w:spacing w:line="360" w:lineRule="auto"/>
        <w:ind w:left="360"/>
        <w:jc w:val="both"/>
        <w:rPr>
          <w:sz w:val="28"/>
          <w:szCs w:val="28"/>
          <w:lang w:val="kk-KZ"/>
        </w:rPr>
      </w:pPr>
      <w:r>
        <w:rPr>
          <w:sz w:val="28"/>
          <w:szCs w:val="28"/>
          <w:lang w:val="kk-KZ"/>
        </w:rPr>
        <w:t>1.</w:t>
      </w:r>
      <w:r w:rsidRPr="00E070A8">
        <w:rPr>
          <w:sz w:val="28"/>
          <w:szCs w:val="28"/>
          <w:lang w:val="kk-KZ"/>
        </w:rPr>
        <w:t>Дүйсенов М. Ілияс Жансүгіров. Өмірі мен творчествосы. Алматы. Ғылым. 1965. 300-б.</w:t>
      </w:r>
    </w:p>
    <w:p w:rsidR="00895BCF" w:rsidRPr="00E070A8" w:rsidRDefault="00895BCF" w:rsidP="005F5FAF">
      <w:pPr>
        <w:tabs>
          <w:tab w:val="num" w:pos="644"/>
        </w:tabs>
        <w:spacing w:line="360" w:lineRule="auto"/>
        <w:ind w:left="360"/>
        <w:jc w:val="both"/>
        <w:rPr>
          <w:sz w:val="28"/>
          <w:szCs w:val="28"/>
          <w:lang w:val="kk-KZ"/>
        </w:rPr>
      </w:pPr>
      <w:r>
        <w:rPr>
          <w:sz w:val="28"/>
          <w:szCs w:val="28"/>
          <w:lang w:val="kk-KZ"/>
        </w:rPr>
        <w:t>2.</w:t>
      </w:r>
      <w:r w:rsidRPr="00E070A8">
        <w:rPr>
          <w:sz w:val="28"/>
          <w:szCs w:val="28"/>
          <w:lang w:val="kk-KZ"/>
        </w:rPr>
        <w:t>Әбдірахманова Т. Ақын сыры. Алматы. Жазушы. 1965. 165 б.</w:t>
      </w:r>
    </w:p>
    <w:p w:rsidR="00895BCF" w:rsidRPr="00E070A8" w:rsidRDefault="00895BCF" w:rsidP="005F5FAF">
      <w:pPr>
        <w:tabs>
          <w:tab w:val="num" w:pos="644"/>
        </w:tabs>
        <w:spacing w:line="360" w:lineRule="auto"/>
        <w:ind w:left="360"/>
        <w:jc w:val="both"/>
        <w:rPr>
          <w:sz w:val="28"/>
          <w:szCs w:val="28"/>
          <w:lang w:val="kk-KZ"/>
        </w:rPr>
      </w:pPr>
      <w:r>
        <w:rPr>
          <w:sz w:val="28"/>
          <w:szCs w:val="28"/>
          <w:lang w:val="kk-KZ"/>
        </w:rPr>
        <w:t>3.</w:t>
      </w:r>
      <w:r w:rsidRPr="00E070A8">
        <w:rPr>
          <w:sz w:val="28"/>
          <w:szCs w:val="28"/>
          <w:lang w:val="kk-KZ"/>
        </w:rPr>
        <w:t>Ыдырысов Т. Очерк туралы ойлар. Аламыт. Қазақстан . 1969 ж. 212 б.</w:t>
      </w:r>
    </w:p>
    <w:p w:rsidR="00895BCF" w:rsidRPr="00E070A8" w:rsidRDefault="00895BCF" w:rsidP="005F5FAF">
      <w:pPr>
        <w:numPr>
          <w:ilvl w:val="0"/>
          <w:numId w:val="2"/>
        </w:numPr>
        <w:tabs>
          <w:tab w:val="num" w:pos="644"/>
        </w:tabs>
        <w:spacing w:line="360" w:lineRule="auto"/>
        <w:jc w:val="both"/>
        <w:rPr>
          <w:sz w:val="28"/>
          <w:szCs w:val="28"/>
          <w:lang w:val="kk-KZ"/>
        </w:rPr>
      </w:pPr>
      <w:r w:rsidRPr="00E070A8">
        <w:rPr>
          <w:sz w:val="28"/>
          <w:szCs w:val="28"/>
          <w:lang w:val="kk-KZ"/>
        </w:rPr>
        <w:t xml:space="preserve">Қожакеев Т. Ілиястың сатиралық мұрасы. //Есіл правдвсы. 20.05.1959.   </w:t>
      </w:r>
    </w:p>
    <w:p w:rsidR="00895BCF" w:rsidRPr="00E070A8" w:rsidRDefault="00895BCF" w:rsidP="005F5FAF">
      <w:pPr>
        <w:numPr>
          <w:ilvl w:val="0"/>
          <w:numId w:val="2"/>
        </w:numPr>
        <w:tabs>
          <w:tab w:val="num" w:pos="644"/>
        </w:tabs>
        <w:spacing w:line="360" w:lineRule="auto"/>
        <w:jc w:val="both"/>
        <w:rPr>
          <w:sz w:val="28"/>
          <w:szCs w:val="28"/>
          <w:lang w:val="kk-KZ"/>
        </w:rPr>
      </w:pPr>
      <w:r w:rsidRPr="00E070A8">
        <w:rPr>
          <w:sz w:val="28"/>
          <w:szCs w:val="28"/>
          <w:lang w:val="kk-KZ"/>
        </w:rPr>
        <w:t>Әділбекова Л. І. Жансүгіров публицистикасы. //Әдістем.құрал Алматы. 1992. 1-5-б.</w:t>
      </w:r>
    </w:p>
    <w:p w:rsidR="00895BCF" w:rsidRPr="00E070A8" w:rsidRDefault="00895BCF" w:rsidP="005F5FAF">
      <w:pPr>
        <w:numPr>
          <w:ilvl w:val="0"/>
          <w:numId w:val="2"/>
        </w:numPr>
        <w:tabs>
          <w:tab w:val="num" w:pos="644"/>
        </w:tabs>
        <w:spacing w:line="360" w:lineRule="auto"/>
        <w:jc w:val="both"/>
        <w:rPr>
          <w:sz w:val="28"/>
          <w:szCs w:val="28"/>
          <w:lang w:val="kk-KZ"/>
        </w:rPr>
      </w:pPr>
      <w:r w:rsidRPr="00E070A8">
        <w:rPr>
          <w:sz w:val="28"/>
          <w:szCs w:val="28"/>
          <w:lang w:val="kk-KZ"/>
        </w:rPr>
        <w:t xml:space="preserve">Иманғазинов М.М. Жан қайығын жанға ұрдым. /естелік-жинақ/. </w:t>
      </w:r>
    </w:p>
    <w:p w:rsidR="00895BCF" w:rsidRPr="00ED04D2" w:rsidRDefault="00895BCF" w:rsidP="00512620">
      <w:pPr>
        <w:spacing w:line="360" w:lineRule="auto"/>
        <w:ind w:firstLine="360"/>
        <w:jc w:val="both"/>
        <w:rPr>
          <w:sz w:val="28"/>
          <w:szCs w:val="28"/>
          <w:lang w:val="kk-KZ"/>
        </w:rPr>
      </w:pPr>
      <w:r w:rsidRPr="00E070A8">
        <w:rPr>
          <w:sz w:val="28"/>
          <w:szCs w:val="28"/>
          <w:lang w:val="kk-KZ"/>
        </w:rPr>
        <w:t>Алматы. Жазушы. 1995. 30-б.</w:t>
      </w:r>
    </w:p>
    <w:p w:rsidR="00895BCF" w:rsidRDefault="00895BCF" w:rsidP="005E3947">
      <w:pPr>
        <w:pStyle w:val="ListParagraph"/>
        <w:tabs>
          <w:tab w:val="left" w:pos="3611"/>
        </w:tabs>
        <w:autoSpaceDE w:val="0"/>
        <w:autoSpaceDN w:val="0"/>
        <w:adjustRightInd w:val="0"/>
        <w:spacing w:after="0" w:line="360" w:lineRule="auto"/>
        <w:ind w:left="284"/>
        <w:jc w:val="right"/>
        <w:rPr>
          <w:rFonts w:ascii="Times New Roman" w:hAnsi="Times New Roman"/>
          <w:noProof/>
          <w:color w:val="000000"/>
          <w:sz w:val="28"/>
          <w:szCs w:val="28"/>
          <w:lang w:val="kk-KZ"/>
        </w:rPr>
      </w:pPr>
      <w:r w:rsidRPr="005E3947">
        <w:rPr>
          <w:rFonts w:ascii="Times New Roman" w:hAnsi="Times New Roman"/>
          <w:b/>
          <w:noProof/>
          <w:color w:val="000000"/>
          <w:sz w:val="28"/>
          <w:szCs w:val="28"/>
          <w:lang w:val="kk-KZ"/>
        </w:rPr>
        <w:t>Научный руководитель:</w:t>
      </w:r>
    </w:p>
    <w:p w:rsidR="00895BCF" w:rsidRPr="005636E0" w:rsidRDefault="00895BCF" w:rsidP="005E3947">
      <w:pPr>
        <w:pStyle w:val="ListParagraph"/>
        <w:tabs>
          <w:tab w:val="left" w:pos="3611"/>
        </w:tabs>
        <w:autoSpaceDE w:val="0"/>
        <w:autoSpaceDN w:val="0"/>
        <w:adjustRightInd w:val="0"/>
        <w:spacing w:after="0" w:line="360" w:lineRule="auto"/>
        <w:ind w:left="284"/>
        <w:jc w:val="right"/>
        <w:rPr>
          <w:rFonts w:ascii="Times New Roman" w:hAnsi="Times New Roman"/>
          <w:noProof/>
          <w:color w:val="000000"/>
          <w:sz w:val="28"/>
          <w:szCs w:val="28"/>
          <w:lang w:val="kk-KZ"/>
        </w:rPr>
      </w:pPr>
      <w:r>
        <w:rPr>
          <w:rFonts w:ascii="Times New Roman" w:hAnsi="Times New Roman"/>
          <w:noProof/>
          <w:color w:val="000000"/>
          <w:sz w:val="28"/>
          <w:szCs w:val="28"/>
          <w:lang w:val="kk-KZ"/>
        </w:rPr>
        <w:t xml:space="preserve">професср.,к.п.н.Таубалдиева </w:t>
      </w:r>
      <w:r w:rsidRPr="005636E0">
        <w:rPr>
          <w:rFonts w:ascii="Times New Roman" w:hAnsi="Times New Roman"/>
          <w:noProof/>
          <w:color w:val="000000"/>
          <w:sz w:val="28"/>
          <w:szCs w:val="28"/>
          <w:lang w:val="kk-KZ"/>
        </w:rPr>
        <w:t>Жуматай</w:t>
      </w:r>
      <w:r>
        <w:rPr>
          <w:rFonts w:ascii="Times New Roman" w:hAnsi="Times New Roman"/>
          <w:noProof/>
          <w:color w:val="000000"/>
          <w:sz w:val="28"/>
          <w:szCs w:val="28"/>
          <w:lang w:val="kk-KZ"/>
        </w:rPr>
        <w:t>.</w:t>
      </w:r>
    </w:p>
    <w:p w:rsidR="00895BCF" w:rsidRPr="0045113D" w:rsidRDefault="00895BCF" w:rsidP="005F5FAF">
      <w:pPr>
        <w:spacing w:line="360" w:lineRule="auto"/>
        <w:rPr>
          <w:lang w:val="sr-Cyrl-CS"/>
        </w:rPr>
      </w:pPr>
    </w:p>
    <w:p w:rsidR="00895BCF" w:rsidRDefault="00895BCF" w:rsidP="005F5FAF">
      <w:pPr>
        <w:spacing w:line="360" w:lineRule="auto"/>
      </w:pPr>
    </w:p>
    <w:sectPr w:rsidR="00895BCF" w:rsidSect="005F5FAF">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B436F1"/>
    <w:multiLevelType w:val="hybridMultilevel"/>
    <w:tmpl w:val="A6EC58A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33A9"/>
    <w:rsid w:val="00000C6F"/>
    <w:rsid w:val="00185920"/>
    <w:rsid w:val="00255650"/>
    <w:rsid w:val="00290111"/>
    <w:rsid w:val="004433A9"/>
    <w:rsid w:val="0045113D"/>
    <w:rsid w:val="004C2F5C"/>
    <w:rsid w:val="00512620"/>
    <w:rsid w:val="00527069"/>
    <w:rsid w:val="005636E0"/>
    <w:rsid w:val="005D587E"/>
    <w:rsid w:val="005E3947"/>
    <w:rsid w:val="005F5FAF"/>
    <w:rsid w:val="00602243"/>
    <w:rsid w:val="00706FAC"/>
    <w:rsid w:val="007F73DD"/>
    <w:rsid w:val="00801703"/>
    <w:rsid w:val="00895BCF"/>
    <w:rsid w:val="009E1C56"/>
    <w:rsid w:val="00A13379"/>
    <w:rsid w:val="00BF188B"/>
    <w:rsid w:val="00C457DF"/>
    <w:rsid w:val="00CF73FC"/>
    <w:rsid w:val="00E070A8"/>
    <w:rsid w:val="00ED04D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3A9"/>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F5FAF"/>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rsid w:val="005F5FA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7</Pages>
  <Words>7151</Words>
  <Characters>4077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2014-11-09T18:23:00Z</dcterms:created>
  <dcterms:modified xsi:type="dcterms:W3CDTF">2014-11-24T21:02:00Z</dcterms:modified>
</cp:coreProperties>
</file>